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54DF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penitencjarystyki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9113F1" w:rsidRPr="003A54DF" w:rsidRDefault="009113F1" w:rsidP="009113F1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>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1046F" w:rsidRDefault="009113F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41046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Lipski D.,</w:t>
            </w:r>
            <w:r w:rsidRPr="00410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Malinowski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6DC" w:rsidRDefault="007706DC" w:rsidP="00C16ABF">
      <w:pPr>
        <w:spacing w:after="0" w:line="240" w:lineRule="auto"/>
      </w:pPr>
      <w:r>
        <w:separator/>
      </w:r>
    </w:p>
  </w:endnote>
  <w:endnote w:type="continuationSeparator" w:id="0">
    <w:p w:rsidR="007706DC" w:rsidRDefault="007706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6DC" w:rsidRDefault="007706DC" w:rsidP="00C16ABF">
      <w:pPr>
        <w:spacing w:after="0" w:line="240" w:lineRule="auto"/>
      </w:pPr>
      <w:r>
        <w:separator/>
      </w:r>
    </w:p>
  </w:footnote>
  <w:footnote w:type="continuationSeparator" w:id="0">
    <w:p w:rsidR="007706DC" w:rsidRDefault="007706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FFF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C0BAE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06D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F1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4134-DF1C-4DF0-8143-2D610433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2022-03-31T14:11:00Z</dcterms:created>
  <dcterms:modified xsi:type="dcterms:W3CDTF">2022-06-22T15:51:00Z</dcterms:modified>
</cp:coreProperties>
</file>